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014" w:rsidRPr="00E54158" w:rsidRDefault="004B5014" w:rsidP="003905DA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4B5014" w:rsidRPr="00FA0B37" w:rsidRDefault="004B5014" w:rsidP="003905DA">
      <w:pPr>
        <w:spacing w:line="240" w:lineRule="exact"/>
        <w:ind w:left="7080" w:firstLine="708"/>
        <w:jc w:val="both"/>
        <w:rPr>
          <w:sz w:val="28"/>
          <w:szCs w:val="28"/>
        </w:rPr>
      </w:pPr>
    </w:p>
    <w:p w:rsidR="004B5014" w:rsidRDefault="004B5014" w:rsidP="003905DA">
      <w:pPr>
        <w:spacing w:line="240" w:lineRule="exact"/>
        <w:ind w:firstLine="8"/>
        <w:jc w:val="right"/>
        <w:rPr>
          <w:sz w:val="28"/>
          <w:szCs w:val="28"/>
        </w:rPr>
      </w:pPr>
      <w:r w:rsidRPr="00FA0B37">
        <w:rPr>
          <w:sz w:val="28"/>
          <w:szCs w:val="28"/>
        </w:rPr>
        <w:t xml:space="preserve">Внесен депутатом Думы Соликамского городского округа </w:t>
      </w:r>
    </w:p>
    <w:p w:rsidR="004B5014" w:rsidRPr="00FA0B37" w:rsidRDefault="004B5014" w:rsidP="003905DA">
      <w:pPr>
        <w:spacing w:line="240" w:lineRule="exact"/>
        <w:ind w:firstLine="8"/>
        <w:jc w:val="right"/>
        <w:rPr>
          <w:sz w:val="28"/>
          <w:szCs w:val="28"/>
        </w:rPr>
      </w:pPr>
      <w:r>
        <w:rPr>
          <w:sz w:val="28"/>
          <w:szCs w:val="28"/>
        </w:rPr>
        <w:t>по</w:t>
      </w:r>
      <w:r w:rsidRPr="00FA0B37">
        <w:rPr>
          <w:sz w:val="28"/>
          <w:szCs w:val="28"/>
        </w:rPr>
        <w:t xml:space="preserve"> избирательно</w:t>
      </w:r>
      <w:r>
        <w:rPr>
          <w:sz w:val="28"/>
          <w:szCs w:val="28"/>
        </w:rPr>
        <w:t>му</w:t>
      </w:r>
      <w:r w:rsidRPr="00FA0B37">
        <w:rPr>
          <w:sz w:val="28"/>
          <w:szCs w:val="28"/>
        </w:rPr>
        <w:t xml:space="preserve"> округ</w:t>
      </w:r>
      <w:r>
        <w:rPr>
          <w:sz w:val="28"/>
          <w:szCs w:val="28"/>
        </w:rPr>
        <w:t>у</w:t>
      </w:r>
      <w:r w:rsidRPr="00FA0B37">
        <w:rPr>
          <w:sz w:val="28"/>
          <w:szCs w:val="28"/>
        </w:rPr>
        <w:t xml:space="preserve"> № </w:t>
      </w:r>
      <w:r>
        <w:rPr>
          <w:sz w:val="28"/>
          <w:szCs w:val="28"/>
        </w:rPr>
        <w:t>12 Якишиным А.В.</w:t>
      </w:r>
      <w:r w:rsidRPr="00FA0B37">
        <w:rPr>
          <w:sz w:val="28"/>
          <w:szCs w:val="28"/>
        </w:rPr>
        <w:t xml:space="preserve"> </w:t>
      </w:r>
    </w:p>
    <w:p w:rsidR="004B5014" w:rsidRPr="00FA0B37" w:rsidRDefault="004B5014" w:rsidP="003905DA">
      <w:pPr>
        <w:spacing w:line="240" w:lineRule="exact"/>
        <w:ind w:firstLine="8"/>
        <w:jc w:val="both"/>
        <w:rPr>
          <w:sz w:val="28"/>
          <w:szCs w:val="28"/>
        </w:rPr>
      </w:pPr>
    </w:p>
    <w:p w:rsidR="004B5014" w:rsidRPr="00FA0B37" w:rsidRDefault="004B5014" w:rsidP="003905DA">
      <w:pPr>
        <w:autoSpaceDE w:val="0"/>
        <w:autoSpaceDN w:val="0"/>
        <w:adjustRightInd w:val="0"/>
        <w:spacing w:line="240" w:lineRule="exact"/>
        <w:jc w:val="both"/>
        <w:rPr>
          <w:szCs w:val="28"/>
        </w:rPr>
      </w:pPr>
    </w:p>
    <w:p w:rsidR="004B5014" w:rsidRDefault="004B5014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B5014" w:rsidRDefault="004B5014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B5014" w:rsidRDefault="004B5014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B5014" w:rsidRDefault="004B5014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B5014" w:rsidRDefault="004B5014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B5014" w:rsidRDefault="004B5014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B5014" w:rsidRDefault="004B5014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B5014" w:rsidRDefault="004B5014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B5014" w:rsidRDefault="004B5014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B5014" w:rsidRDefault="004B5014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B5014" w:rsidRDefault="004B5014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4B5014" w:rsidRDefault="004B5014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4B5014" w:rsidRDefault="004B5014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4B5014" w:rsidRDefault="004B5014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4B5014" w:rsidRDefault="004B5014" w:rsidP="00DF2AA2">
      <w:pPr>
        <w:autoSpaceDE w:val="0"/>
        <w:autoSpaceDN w:val="0"/>
        <w:adjustRightInd w:val="0"/>
        <w:spacing w:line="240" w:lineRule="exact"/>
        <w:ind w:right="4598"/>
        <w:rPr>
          <w:b/>
          <w:sz w:val="28"/>
          <w:szCs w:val="28"/>
        </w:rPr>
      </w:pPr>
    </w:p>
    <w:p w:rsidR="004B5014" w:rsidRDefault="004B5014" w:rsidP="00DF2AA2">
      <w:pPr>
        <w:autoSpaceDE w:val="0"/>
        <w:autoSpaceDN w:val="0"/>
        <w:adjustRightInd w:val="0"/>
        <w:spacing w:line="240" w:lineRule="exact"/>
        <w:ind w:right="4598"/>
        <w:rPr>
          <w:b/>
          <w:sz w:val="28"/>
          <w:szCs w:val="28"/>
        </w:rPr>
      </w:pPr>
      <w:r w:rsidRPr="00DF2AA2">
        <w:rPr>
          <w:b/>
          <w:sz w:val="28"/>
          <w:szCs w:val="28"/>
        </w:rPr>
        <w:t xml:space="preserve">О внесении изменений в Положение </w:t>
      </w:r>
    </w:p>
    <w:p w:rsidR="004B5014" w:rsidRPr="00DF2AA2" w:rsidRDefault="004B5014" w:rsidP="00DF2AA2">
      <w:pPr>
        <w:autoSpaceDE w:val="0"/>
        <w:autoSpaceDN w:val="0"/>
        <w:adjustRightInd w:val="0"/>
        <w:spacing w:line="240" w:lineRule="exact"/>
        <w:ind w:right="4598"/>
        <w:rPr>
          <w:b/>
          <w:sz w:val="28"/>
          <w:szCs w:val="28"/>
        </w:rPr>
      </w:pPr>
      <w:r w:rsidRPr="00DF2AA2">
        <w:rPr>
          <w:b/>
          <w:sz w:val="28"/>
          <w:szCs w:val="28"/>
        </w:rPr>
        <w:t>о молодежном кадровом резерве Соликамского городского округа, утвержденное решением Соликамской городской Думы от 25.09.2013 № 514</w:t>
      </w:r>
    </w:p>
    <w:p w:rsidR="004B5014" w:rsidRPr="000A79BB" w:rsidRDefault="004B5014" w:rsidP="000A79BB">
      <w:pPr>
        <w:pStyle w:val="ConsPlusNormal"/>
        <w:ind w:firstLine="540"/>
        <w:jc w:val="both"/>
        <w:rPr>
          <w:sz w:val="28"/>
          <w:szCs w:val="28"/>
        </w:rPr>
      </w:pPr>
    </w:p>
    <w:p w:rsidR="004B5014" w:rsidRPr="000A79BB" w:rsidRDefault="004B5014" w:rsidP="00404C87">
      <w:pPr>
        <w:pStyle w:val="ConsPlusNormal"/>
        <w:spacing w:line="360" w:lineRule="exact"/>
        <w:ind w:firstLine="540"/>
        <w:jc w:val="both"/>
        <w:rPr>
          <w:sz w:val="28"/>
          <w:szCs w:val="28"/>
        </w:rPr>
      </w:pPr>
      <w:r w:rsidRPr="000A79BB">
        <w:rPr>
          <w:sz w:val="28"/>
          <w:szCs w:val="28"/>
        </w:rPr>
        <w:t xml:space="preserve">В соответствии с Федеральным </w:t>
      </w:r>
      <w:hyperlink r:id="rId4" w:history="1">
        <w:r w:rsidRPr="00887584">
          <w:rPr>
            <w:sz w:val="28"/>
            <w:szCs w:val="28"/>
          </w:rPr>
          <w:t>законом</w:t>
        </w:r>
      </w:hyperlink>
      <w:r w:rsidRPr="000A79BB">
        <w:rPr>
          <w:sz w:val="28"/>
          <w:szCs w:val="28"/>
        </w:rPr>
        <w:t xml:space="preserve"> от 6 октября </w:t>
      </w:r>
      <w:smartTag w:uri="urn:schemas-microsoft-com:office:smarttags" w:element="metricconverter">
        <w:smartTagPr>
          <w:attr w:name="ProductID" w:val="2003 г"/>
        </w:smartTagPr>
        <w:r w:rsidRPr="000A79BB">
          <w:rPr>
            <w:sz w:val="28"/>
            <w:szCs w:val="28"/>
          </w:rPr>
          <w:t>2003 г</w:t>
        </w:r>
      </w:smartTag>
      <w:r w:rsidRPr="000A79BB">
        <w:rPr>
          <w:sz w:val="28"/>
          <w:szCs w:val="28"/>
        </w:rPr>
        <w:t>. № 131-ФЗ «Об общих принципах организации местного самоуправления в Российской Федерации», статьей 23 Устава Соликамского городского округа Пермского края</w:t>
      </w:r>
    </w:p>
    <w:p w:rsidR="004B5014" w:rsidRPr="000A79BB" w:rsidRDefault="004B5014" w:rsidP="00404C87">
      <w:pPr>
        <w:pStyle w:val="ConsPlusNormal"/>
        <w:spacing w:line="360" w:lineRule="exact"/>
        <w:ind w:firstLine="540"/>
        <w:jc w:val="both"/>
        <w:rPr>
          <w:sz w:val="28"/>
          <w:szCs w:val="28"/>
        </w:rPr>
      </w:pPr>
      <w:r w:rsidRPr="000A79BB">
        <w:rPr>
          <w:sz w:val="28"/>
          <w:szCs w:val="28"/>
        </w:rPr>
        <w:t>Дума Соликамского городского округа РЕШИЛА:</w:t>
      </w:r>
    </w:p>
    <w:p w:rsidR="004B5014" w:rsidRDefault="004B5014" w:rsidP="00404C87">
      <w:pPr>
        <w:spacing w:line="360" w:lineRule="exact"/>
        <w:ind w:firstLine="709"/>
        <w:jc w:val="both"/>
        <w:rPr>
          <w:sz w:val="28"/>
          <w:szCs w:val="28"/>
        </w:rPr>
      </w:pPr>
      <w:r w:rsidRPr="000A79BB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в </w:t>
      </w:r>
      <w:r w:rsidRPr="001132CB">
        <w:rPr>
          <w:sz w:val="28"/>
          <w:szCs w:val="28"/>
        </w:rPr>
        <w:t>Положени</w:t>
      </w:r>
      <w:r>
        <w:rPr>
          <w:sz w:val="28"/>
          <w:szCs w:val="28"/>
        </w:rPr>
        <w:t>е</w:t>
      </w:r>
      <w:r w:rsidRPr="001132CB">
        <w:rPr>
          <w:sz w:val="28"/>
          <w:szCs w:val="28"/>
        </w:rPr>
        <w:t xml:space="preserve"> о молодежном кадровом резерве Соликамского городского округа</w:t>
      </w:r>
      <w:r>
        <w:rPr>
          <w:sz w:val="28"/>
          <w:szCs w:val="28"/>
        </w:rPr>
        <w:t xml:space="preserve">, утвержденное решением Соликамской городской Думы от 25 сентября </w:t>
      </w: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</w:rPr>
          <w:t>2013 г</w:t>
        </w:r>
      </w:smartTag>
      <w:r>
        <w:rPr>
          <w:sz w:val="28"/>
          <w:szCs w:val="28"/>
        </w:rPr>
        <w:t>. № 514, следующие изменения:</w:t>
      </w:r>
    </w:p>
    <w:p w:rsidR="004B5014" w:rsidRDefault="004B5014" w:rsidP="00404C87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в пункте 1.7 слова «2 года» заменить словами «5 лет»;</w:t>
      </w:r>
    </w:p>
    <w:p w:rsidR="004B5014" w:rsidRPr="000802AB" w:rsidRDefault="004B5014" w:rsidP="00404C87">
      <w:pPr>
        <w:spacing w:line="360" w:lineRule="exact"/>
        <w:ind w:firstLine="709"/>
        <w:jc w:val="both"/>
        <w:rPr>
          <w:sz w:val="28"/>
          <w:szCs w:val="28"/>
        </w:rPr>
      </w:pPr>
      <w:r w:rsidRPr="000802AB">
        <w:rPr>
          <w:sz w:val="28"/>
          <w:szCs w:val="28"/>
        </w:rPr>
        <w:t>1.2. абзац второй пункта 2.1 изложить в следующей редакции:</w:t>
      </w:r>
    </w:p>
    <w:p w:rsidR="004B5014" w:rsidRPr="00D027F6" w:rsidRDefault="004B5014" w:rsidP="00404C87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 w:rsidRPr="000802AB">
        <w:rPr>
          <w:sz w:val="28"/>
          <w:szCs w:val="28"/>
        </w:rPr>
        <w:t xml:space="preserve">«глава городского округа – глава администрации Соликамского городского округа, а также сотрудники Администрации и её структурных </w:t>
      </w:r>
      <w:r w:rsidRPr="00D027F6">
        <w:rPr>
          <w:sz w:val="28"/>
          <w:szCs w:val="28"/>
        </w:rPr>
        <w:t>подразделений (функциональных органов),  муниципальных учреждений;»;</w:t>
      </w:r>
    </w:p>
    <w:p w:rsidR="004B5014" w:rsidRPr="00D027F6" w:rsidRDefault="004B5014" w:rsidP="00404C87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 w:rsidRPr="00D027F6">
        <w:rPr>
          <w:sz w:val="28"/>
          <w:szCs w:val="28"/>
        </w:rPr>
        <w:t>1.3. в пункте 2.3.7 слова  «управление культуры администрации Соликамского городского округа» заменить словами «МАУ «Многофункциональный молодежный центр «Молодежь Соликамска»</w:t>
      </w:r>
      <w:r>
        <w:rPr>
          <w:sz w:val="28"/>
          <w:szCs w:val="28"/>
        </w:rPr>
        <w:t>»</w:t>
      </w:r>
      <w:r w:rsidRPr="00D027F6">
        <w:rPr>
          <w:sz w:val="28"/>
          <w:szCs w:val="28"/>
        </w:rPr>
        <w:t>;</w:t>
      </w:r>
    </w:p>
    <w:p w:rsidR="004B5014" w:rsidRPr="00D027F6" w:rsidRDefault="004B5014" w:rsidP="00404C87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 w:rsidRPr="00D027F6">
        <w:rPr>
          <w:sz w:val="28"/>
          <w:szCs w:val="28"/>
        </w:rPr>
        <w:t>1.4. пункт 3.3 признать утратившим силу;</w:t>
      </w:r>
    </w:p>
    <w:p w:rsidR="004B5014" w:rsidRDefault="004B5014" w:rsidP="00404C87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в пункте 5.1 слова «в два года» заменить словами «в пять лет»;</w:t>
      </w:r>
    </w:p>
    <w:p w:rsidR="004B5014" w:rsidRPr="000802AB" w:rsidRDefault="004B5014" w:rsidP="00404C87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 приложения 1, 2, 3 признать утратившими силу.</w:t>
      </w:r>
    </w:p>
    <w:p w:rsidR="004B5014" w:rsidRDefault="004B5014" w:rsidP="00404C87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A79BB">
        <w:rPr>
          <w:sz w:val="28"/>
          <w:szCs w:val="28"/>
        </w:rPr>
        <w:t xml:space="preserve">. Настоящее решение вступает в силу </w:t>
      </w:r>
      <w:r>
        <w:rPr>
          <w:sz w:val="28"/>
          <w:szCs w:val="28"/>
        </w:rPr>
        <w:t>после его</w:t>
      </w:r>
      <w:r w:rsidRPr="000A79BB">
        <w:rPr>
          <w:sz w:val="28"/>
          <w:szCs w:val="28"/>
        </w:rPr>
        <w:t xml:space="preserve"> официального </w:t>
      </w:r>
      <w:r>
        <w:rPr>
          <w:sz w:val="28"/>
          <w:szCs w:val="28"/>
        </w:rPr>
        <w:t>обнародования в газете «Соликамский рабочий»</w:t>
      </w:r>
      <w:r w:rsidRPr="00404C87">
        <w:rPr>
          <w:sz w:val="28"/>
          <w:szCs w:val="28"/>
        </w:rPr>
        <w:t xml:space="preserve"> </w:t>
      </w:r>
      <w:r w:rsidRPr="00E04F1E">
        <w:rPr>
          <w:sz w:val="28"/>
          <w:szCs w:val="28"/>
        </w:rPr>
        <w:t>с учетом положений, определенных настоящим пунктом:</w:t>
      </w:r>
    </w:p>
    <w:p w:rsidR="004B5014" w:rsidRDefault="004B5014" w:rsidP="00404C87">
      <w:pPr>
        <w:spacing w:line="360" w:lineRule="exact"/>
        <w:ind w:firstLine="709"/>
        <w:jc w:val="both"/>
        <w:rPr>
          <w:sz w:val="28"/>
          <w:szCs w:val="28"/>
        </w:rPr>
      </w:pPr>
      <w:r w:rsidRPr="00404C87">
        <w:rPr>
          <w:sz w:val="28"/>
          <w:szCs w:val="28"/>
        </w:rPr>
        <w:t>положения пунктов 1.1, 1.5 настоящего решения применяются к</w:t>
      </w:r>
      <w:r>
        <w:rPr>
          <w:sz w:val="28"/>
          <w:szCs w:val="28"/>
        </w:rPr>
        <w:t xml:space="preserve"> молодежному кадровому резерву Соликамского городского округа, состав которого будет формироваться </w:t>
      </w:r>
      <w:r w:rsidRPr="00E04F1E">
        <w:rPr>
          <w:sz w:val="28"/>
          <w:szCs w:val="28"/>
        </w:rPr>
        <w:t xml:space="preserve">после вступления в силу настоящего решения. </w:t>
      </w:r>
    </w:p>
    <w:p w:rsidR="004B5014" w:rsidRPr="00E04F1E" w:rsidRDefault="004B5014" w:rsidP="00D027F6">
      <w:pPr>
        <w:ind w:firstLine="709"/>
        <w:jc w:val="both"/>
        <w:rPr>
          <w:sz w:val="28"/>
          <w:szCs w:val="28"/>
        </w:rPr>
      </w:pPr>
    </w:p>
    <w:p w:rsidR="004B5014" w:rsidRPr="008C163A" w:rsidRDefault="004B5014" w:rsidP="00887584">
      <w:pPr>
        <w:pStyle w:val="ConsPlusTitle"/>
        <w:widowControl/>
        <w:spacing w:before="480" w:line="240" w:lineRule="exact"/>
        <w:jc w:val="both"/>
        <w:rPr>
          <w:b w:val="0"/>
          <w:sz w:val="28"/>
          <w:szCs w:val="28"/>
        </w:rPr>
      </w:pPr>
      <w:r w:rsidRPr="008C163A">
        <w:rPr>
          <w:b w:val="0"/>
          <w:sz w:val="28"/>
          <w:szCs w:val="28"/>
        </w:rPr>
        <w:t xml:space="preserve">Председатель </w:t>
      </w:r>
      <w:r>
        <w:rPr>
          <w:b w:val="0"/>
          <w:sz w:val="28"/>
          <w:szCs w:val="28"/>
        </w:rPr>
        <w:t xml:space="preserve">Думы             </w:t>
      </w:r>
      <w:r w:rsidRPr="008C163A">
        <w:rPr>
          <w:b w:val="0"/>
          <w:sz w:val="28"/>
          <w:szCs w:val="28"/>
        </w:rPr>
        <w:t xml:space="preserve">             </w:t>
      </w:r>
      <w:r>
        <w:rPr>
          <w:b w:val="0"/>
          <w:sz w:val="28"/>
          <w:szCs w:val="28"/>
        </w:rPr>
        <w:t xml:space="preserve">            </w:t>
      </w:r>
      <w:r w:rsidRPr="008C163A">
        <w:rPr>
          <w:b w:val="0"/>
          <w:sz w:val="28"/>
          <w:szCs w:val="28"/>
        </w:rPr>
        <w:t xml:space="preserve">Глава </w:t>
      </w:r>
      <w:r>
        <w:rPr>
          <w:b w:val="0"/>
          <w:sz w:val="28"/>
          <w:szCs w:val="28"/>
        </w:rPr>
        <w:t>городского</w:t>
      </w:r>
      <w:r w:rsidRPr="008C163A">
        <w:rPr>
          <w:b w:val="0"/>
          <w:sz w:val="28"/>
          <w:szCs w:val="28"/>
        </w:rPr>
        <w:t xml:space="preserve"> </w:t>
      </w:r>
      <w:r w:rsidRPr="008C1142">
        <w:rPr>
          <w:b w:val="0"/>
          <w:sz w:val="28"/>
          <w:szCs w:val="28"/>
        </w:rPr>
        <w:t>округа</w:t>
      </w:r>
      <w:r>
        <w:rPr>
          <w:b w:val="0"/>
          <w:sz w:val="28"/>
          <w:szCs w:val="28"/>
        </w:rPr>
        <w:t xml:space="preserve"> -</w:t>
      </w:r>
    </w:p>
    <w:p w:rsidR="004B5014" w:rsidRDefault="004B5014" w:rsidP="00887584">
      <w:pPr>
        <w:pStyle w:val="ConsPlusNormal"/>
        <w:widowControl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Соликамского городского округа                глава администрации                                                           </w:t>
      </w:r>
    </w:p>
    <w:p w:rsidR="004B5014" w:rsidRDefault="004B5014" w:rsidP="00887584">
      <w:pPr>
        <w:pStyle w:val="ConsPlusNormal"/>
        <w:widowControl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Соликамского городского округа</w:t>
      </w:r>
    </w:p>
    <w:p w:rsidR="004B5014" w:rsidRPr="00D0729B" w:rsidRDefault="004B5014" w:rsidP="0088758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И.Г.Мингазеев  </w:t>
      </w:r>
      <w:r w:rsidRPr="00574F74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     А.А.Русанов </w:t>
      </w:r>
      <w:r w:rsidRPr="00574F74">
        <w:rPr>
          <w:sz w:val="28"/>
          <w:szCs w:val="28"/>
        </w:rPr>
        <w:t xml:space="preserve">             </w:t>
      </w:r>
    </w:p>
    <w:p w:rsidR="004B5014" w:rsidRPr="000A79BB" w:rsidRDefault="004B5014" w:rsidP="000A79BB">
      <w:pPr>
        <w:pStyle w:val="ConsPlusNormal"/>
        <w:spacing w:before="240"/>
        <w:ind w:firstLine="540"/>
        <w:jc w:val="both"/>
        <w:rPr>
          <w:sz w:val="28"/>
          <w:szCs w:val="28"/>
        </w:rPr>
      </w:pPr>
    </w:p>
    <w:p w:rsidR="004B5014" w:rsidRPr="000A79BB" w:rsidRDefault="004B5014" w:rsidP="000A79BB">
      <w:pPr>
        <w:pStyle w:val="ConsPlusNormal"/>
        <w:ind w:firstLine="540"/>
        <w:jc w:val="both"/>
        <w:rPr>
          <w:sz w:val="28"/>
          <w:szCs w:val="28"/>
        </w:rPr>
      </w:pPr>
    </w:p>
    <w:p w:rsidR="004B5014" w:rsidRDefault="004B5014" w:rsidP="00524E61">
      <w:pPr>
        <w:rPr>
          <w:szCs w:val="28"/>
        </w:rPr>
      </w:pPr>
    </w:p>
    <w:p w:rsidR="004B5014" w:rsidRDefault="004B5014" w:rsidP="00524E61">
      <w:pPr>
        <w:rPr>
          <w:szCs w:val="28"/>
        </w:rPr>
      </w:pPr>
    </w:p>
    <w:p w:rsidR="004B5014" w:rsidRDefault="004B5014" w:rsidP="00524E61">
      <w:pPr>
        <w:rPr>
          <w:szCs w:val="28"/>
        </w:rPr>
      </w:pPr>
    </w:p>
    <w:p w:rsidR="004B5014" w:rsidRDefault="004B5014" w:rsidP="00524E61">
      <w:pPr>
        <w:spacing w:line="240" w:lineRule="exact"/>
        <w:rPr>
          <w:szCs w:val="28"/>
        </w:rPr>
      </w:pPr>
    </w:p>
    <w:p w:rsidR="004B5014" w:rsidRPr="00524E61" w:rsidRDefault="004B5014" w:rsidP="00524E61">
      <w:pPr>
        <w:jc w:val="both"/>
        <w:rPr>
          <w:sz w:val="28"/>
          <w:szCs w:val="28"/>
        </w:rPr>
      </w:pPr>
    </w:p>
    <w:sectPr w:rsidR="004B5014" w:rsidRPr="00524E61" w:rsidSect="00524E6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4E61"/>
    <w:rsid w:val="000376D1"/>
    <w:rsid w:val="000536C3"/>
    <w:rsid w:val="00073D2F"/>
    <w:rsid w:val="000802AB"/>
    <w:rsid w:val="000A41A8"/>
    <w:rsid w:val="000A79BB"/>
    <w:rsid w:val="001028F6"/>
    <w:rsid w:val="001132CB"/>
    <w:rsid w:val="001161F8"/>
    <w:rsid w:val="00140EC0"/>
    <w:rsid w:val="00183D86"/>
    <w:rsid w:val="001857FA"/>
    <w:rsid w:val="00194A4F"/>
    <w:rsid w:val="001D4536"/>
    <w:rsid w:val="001F7853"/>
    <w:rsid w:val="00293503"/>
    <w:rsid w:val="00304FA4"/>
    <w:rsid w:val="003354EC"/>
    <w:rsid w:val="00340B8B"/>
    <w:rsid w:val="00341930"/>
    <w:rsid w:val="00380C17"/>
    <w:rsid w:val="003905DA"/>
    <w:rsid w:val="003E3A6F"/>
    <w:rsid w:val="00404C87"/>
    <w:rsid w:val="004707B7"/>
    <w:rsid w:val="004B5014"/>
    <w:rsid w:val="004D4D03"/>
    <w:rsid w:val="004E35D6"/>
    <w:rsid w:val="004E3CE7"/>
    <w:rsid w:val="00524E61"/>
    <w:rsid w:val="00571871"/>
    <w:rsid w:val="00574F74"/>
    <w:rsid w:val="00674F5A"/>
    <w:rsid w:val="00697D7E"/>
    <w:rsid w:val="006B196B"/>
    <w:rsid w:val="006C0591"/>
    <w:rsid w:val="00712D5D"/>
    <w:rsid w:val="007343B9"/>
    <w:rsid w:val="00784835"/>
    <w:rsid w:val="007C2B71"/>
    <w:rsid w:val="007C6507"/>
    <w:rsid w:val="007F3CFF"/>
    <w:rsid w:val="007F3D25"/>
    <w:rsid w:val="007F79E0"/>
    <w:rsid w:val="00830F3C"/>
    <w:rsid w:val="00835794"/>
    <w:rsid w:val="00852B15"/>
    <w:rsid w:val="0088433A"/>
    <w:rsid w:val="00887584"/>
    <w:rsid w:val="008C1142"/>
    <w:rsid w:val="008C163A"/>
    <w:rsid w:val="008C7879"/>
    <w:rsid w:val="008F6E35"/>
    <w:rsid w:val="009043A0"/>
    <w:rsid w:val="009E1F71"/>
    <w:rsid w:val="00A17E23"/>
    <w:rsid w:val="00A225A6"/>
    <w:rsid w:val="00A22F18"/>
    <w:rsid w:val="00A70276"/>
    <w:rsid w:val="00AF0117"/>
    <w:rsid w:val="00B05FE2"/>
    <w:rsid w:val="00BA72F7"/>
    <w:rsid w:val="00BF03CB"/>
    <w:rsid w:val="00C1721C"/>
    <w:rsid w:val="00C235C7"/>
    <w:rsid w:val="00C77E10"/>
    <w:rsid w:val="00CC621F"/>
    <w:rsid w:val="00CF3BEB"/>
    <w:rsid w:val="00D027F6"/>
    <w:rsid w:val="00D0729B"/>
    <w:rsid w:val="00D26D8C"/>
    <w:rsid w:val="00D722FA"/>
    <w:rsid w:val="00D779BB"/>
    <w:rsid w:val="00DA62B5"/>
    <w:rsid w:val="00DD4086"/>
    <w:rsid w:val="00DF2AA2"/>
    <w:rsid w:val="00DF7C73"/>
    <w:rsid w:val="00E04F1E"/>
    <w:rsid w:val="00E30795"/>
    <w:rsid w:val="00E31DAC"/>
    <w:rsid w:val="00E51A07"/>
    <w:rsid w:val="00E54158"/>
    <w:rsid w:val="00E77E49"/>
    <w:rsid w:val="00E81156"/>
    <w:rsid w:val="00EB23D6"/>
    <w:rsid w:val="00EC770B"/>
    <w:rsid w:val="00ED470D"/>
    <w:rsid w:val="00EF6FE3"/>
    <w:rsid w:val="00F002FB"/>
    <w:rsid w:val="00F03002"/>
    <w:rsid w:val="00F1293B"/>
    <w:rsid w:val="00F33B07"/>
    <w:rsid w:val="00F348F3"/>
    <w:rsid w:val="00F6292E"/>
    <w:rsid w:val="00F63474"/>
    <w:rsid w:val="00F7762B"/>
    <w:rsid w:val="00FA0B37"/>
    <w:rsid w:val="00FB7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E6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0A79BB"/>
    <w:pPr>
      <w:widowControl w:val="0"/>
      <w:autoSpaceDE w:val="0"/>
      <w:autoSpaceDN w:val="0"/>
    </w:pPr>
    <w:rPr>
      <w:rFonts w:ascii="Times New Roman" w:hAnsi="Times New Roman"/>
    </w:rPr>
  </w:style>
  <w:style w:type="paragraph" w:customStyle="1" w:styleId="ConsPlusTitle">
    <w:name w:val="ConsPlusTitle"/>
    <w:uiPriority w:val="99"/>
    <w:rsid w:val="000A79BB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  <w:szCs w:val="20"/>
    </w:rPr>
  </w:style>
  <w:style w:type="paragraph" w:customStyle="1" w:styleId="ConsPlusTitlePage">
    <w:name w:val="ConsPlusTitlePage"/>
    <w:uiPriority w:val="99"/>
    <w:rsid w:val="000A79BB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887584"/>
    <w:rPr>
      <w:rFonts w:ascii="Times New Roman" w:hAnsi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4BC7A589B7FA07984B54F5DA0CFFB6FB7A32B77A6080C49D87D3452879265F5B1967984AF3E07C308BAC357D5u66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113</TotalTime>
  <Pages>2</Pages>
  <Words>347</Words>
  <Characters>1979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30</cp:revision>
  <cp:lastPrinted>2021-05-31T03:57:00Z</cp:lastPrinted>
  <dcterms:created xsi:type="dcterms:W3CDTF">2019-06-17T11:55:00Z</dcterms:created>
  <dcterms:modified xsi:type="dcterms:W3CDTF">2024-08-23T07:20:00Z</dcterms:modified>
</cp:coreProperties>
</file>